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DC0" w:rsidRDefault="00397DC0" w:rsidP="005A77BB">
      <w:pPr>
        <w:jc w:val="center"/>
        <w:rPr>
          <w:rFonts w:ascii="Times New Roman" w:hAnsi="Times New Roman"/>
          <w:sz w:val="36"/>
          <w:szCs w:val="36"/>
          <w:lang w:val="lv-LV"/>
        </w:rPr>
      </w:pPr>
    </w:p>
    <w:p w:rsidR="00397DC0" w:rsidRPr="00763C9E" w:rsidRDefault="00397DC0" w:rsidP="005A77BB">
      <w:pPr>
        <w:jc w:val="center"/>
        <w:rPr>
          <w:rFonts w:ascii="Times New Roman" w:hAnsi="Times New Roman"/>
          <w:sz w:val="36"/>
          <w:szCs w:val="36"/>
          <w:lang w:val="lv-LV"/>
        </w:rPr>
      </w:pPr>
      <w:r w:rsidRPr="00763C9E">
        <w:rPr>
          <w:rFonts w:ascii="Times New Roman" w:hAnsi="Times New Roman"/>
          <w:sz w:val="36"/>
          <w:szCs w:val="36"/>
          <w:lang w:val="lv-LV"/>
        </w:rPr>
        <w:t>Saturs</w:t>
      </w:r>
    </w:p>
    <w:p w:rsidR="00397DC0" w:rsidRDefault="00397DC0" w:rsidP="005A77BB">
      <w:pPr>
        <w:rPr>
          <w:rFonts w:ascii="Times New Roman" w:hAnsi="Times New Roman"/>
          <w:lang w:val="lv-LV"/>
        </w:rPr>
      </w:pPr>
    </w:p>
    <w:p w:rsidR="00397DC0" w:rsidRDefault="00397DC0" w:rsidP="005A77BB">
      <w:pPr>
        <w:rPr>
          <w:rFonts w:ascii="Times New Roman" w:hAnsi="Times New Roman"/>
          <w:lang w:val="lv-LV"/>
        </w:rPr>
      </w:pP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Titullapa..............................................................................................................1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Saturs........................................................................................................ ..........2</w:t>
      </w:r>
    </w:p>
    <w:p w:rsidR="00397DC0" w:rsidRPr="00763C9E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Paskaidrojuma raksts...........................................................................................3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Projektēšanas uzdevums......................................................................................4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Kompetences sertifikāts.......................................................................................6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Būvkomersanta reģistrācijas apliecība.................................................................8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Vispārīgie rādītāji ELT-1......................................................................................9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0,4 kV elektroapgādes tīklu plāns ELT-2.............................................................10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0,4 kV principiālā shēma, griezumi  ELT-3.........................................................11</w:t>
      </w:r>
    </w:p>
    <w:p w:rsidR="00397DC0" w:rsidRDefault="00397DC0" w:rsidP="005A77B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Elektroiekārtu specifikācija..................................................................................12</w:t>
      </w:r>
    </w:p>
    <w:p w:rsidR="00397DC0" w:rsidRPr="00BD3ABB" w:rsidRDefault="00397DC0" w:rsidP="005A77BB">
      <w:pPr>
        <w:spacing w:line="360" w:lineRule="auto"/>
        <w:ind w:left="360"/>
        <w:rPr>
          <w:rFonts w:ascii="Times New Roman" w:hAnsi="Times New Roman"/>
          <w:sz w:val="24"/>
          <w:szCs w:val="24"/>
          <w:lang w:val="lv-LV"/>
        </w:rPr>
      </w:pPr>
      <w:r>
        <w:rPr>
          <w:rFonts w:ascii="Times New Roman" w:hAnsi="Times New Roman"/>
          <w:sz w:val="24"/>
          <w:szCs w:val="24"/>
          <w:lang w:val="lv-LV"/>
        </w:rPr>
        <w:t>Pielikumi....................................................................................................................13</w:t>
      </w:r>
    </w:p>
    <w:p w:rsidR="00397DC0" w:rsidRPr="00D77683" w:rsidRDefault="00397DC0" w:rsidP="005A77BB">
      <w:pPr>
        <w:rPr>
          <w:szCs w:val="24"/>
        </w:rPr>
      </w:pPr>
    </w:p>
    <w:p w:rsidR="00397DC0" w:rsidRPr="005A77BB" w:rsidRDefault="00397DC0" w:rsidP="005A77BB">
      <w:pPr>
        <w:rPr>
          <w:szCs w:val="24"/>
        </w:rPr>
      </w:pPr>
    </w:p>
    <w:sectPr w:rsidR="00397DC0" w:rsidRPr="005A77BB" w:rsidSect="006E5A2D"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AA322C"/>
    <w:multiLevelType w:val="hybridMultilevel"/>
    <w:tmpl w:val="68A4D3C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3"/>
  <w:defaultTabStop w:val="720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63C9E"/>
    <w:rsid w:val="00317972"/>
    <w:rsid w:val="00364857"/>
    <w:rsid w:val="00397DC0"/>
    <w:rsid w:val="003A3196"/>
    <w:rsid w:val="003A73EA"/>
    <w:rsid w:val="00402A19"/>
    <w:rsid w:val="004C04B6"/>
    <w:rsid w:val="004D50F8"/>
    <w:rsid w:val="004F6283"/>
    <w:rsid w:val="00570DCD"/>
    <w:rsid w:val="005A77BB"/>
    <w:rsid w:val="006D3E8E"/>
    <w:rsid w:val="006E0EFE"/>
    <w:rsid w:val="006E5A2D"/>
    <w:rsid w:val="00763C9E"/>
    <w:rsid w:val="00881977"/>
    <w:rsid w:val="008A4C5E"/>
    <w:rsid w:val="0092107E"/>
    <w:rsid w:val="00BD3ABB"/>
    <w:rsid w:val="00CA4F14"/>
    <w:rsid w:val="00CD2D25"/>
    <w:rsid w:val="00D15913"/>
    <w:rsid w:val="00D77683"/>
    <w:rsid w:val="00D86613"/>
    <w:rsid w:val="00FA19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A77BB"/>
    <w:pPr>
      <w:spacing w:after="200" w:line="276" w:lineRule="auto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763C9E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rsid w:val="0031797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6541A"/>
    <w:rPr>
      <w:rFonts w:ascii="Times New Roman" w:hAnsi="Times New Roman"/>
      <w:sz w:val="0"/>
      <w:sz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</TotalTime>
  <Pages>1</Pages>
  <Words>187</Words>
  <Characters>1066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Lauris</dc:creator>
  <cp:keywords/>
  <dc:description/>
  <cp:lastModifiedBy>Jazeps</cp:lastModifiedBy>
  <cp:revision>13</cp:revision>
  <cp:lastPrinted>2012-05-10T12:14:00Z</cp:lastPrinted>
  <dcterms:created xsi:type="dcterms:W3CDTF">2012-04-22T20:48:00Z</dcterms:created>
  <dcterms:modified xsi:type="dcterms:W3CDTF">2012-05-10T12:14:00Z</dcterms:modified>
</cp:coreProperties>
</file>